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68" w:rsidRPr="00D403E9" w:rsidRDefault="00BA2968">
      <w:pPr>
        <w:spacing w:after="0" w:line="408" w:lineRule="auto"/>
        <w:ind w:left="120"/>
        <w:jc w:val="center"/>
        <w:rPr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2968" w:rsidRPr="00D403E9" w:rsidRDefault="00BA2968">
      <w:pPr>
        <w:spacing w:after="0" w:line="408" w:lineRule="auto"/>
        <w:ind w:left="120"/>
        <w:jc w:val="center"/>
        <w:rPr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bookmarkEnd w:id="0"/>
      <w:r w:rsidRPr="00D403E9">
        <w:rPr>
          <w:rFonts w:ascii="Times New Roman" w:hAnsi="Times New Roman"/>
          <w:b/>
          <w:color w:val="000000"/>
          <w:sz w:val="28"/>
          <w:lang w:val="ru-RU"/>
        </w:rPr>
        <w:t>Республика Дагестан‌‌</w:t>
      </w:r>
    </w:p>
    <w:p w:rsidR="00BA2968" w:rsidRPr="00D403E9" w:rsidRDefault="00BA2968">
      <w:pPr>
        <w:spacing w:after="0" w:line="408" w:lineRule="auto"/>
        <w:ind w:left="120"/>
        <w:jc w:val="center"/>
        <w:rPr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bookmarkEnd w:id="1"/>
      <w:r w:rsidRPr="00D403E9">
        <w:rPr>
          <w:rFonts w:ascii="Times New Roman" w:hAnsi="Times New Roman"/>
          <w:b/>
          <w:color w:val="000000"/>
          <w:sz w:val="28"/>
          <w:lang w:val="ru-RU"/>
        </w:rPr>
        <w:t>МР "Каякентский район"‌</w:t>
      </w:r>
      <w:r w:rsidRPr="00D403E9">
        <w:rPr>
          <w:rFonts w:ascii="Times New Roman" w:hAnsi="Times New Roman"/>
          <w:color w:val="000000"/>
          <w:sz w:val="28"/>
          <w:lang w:val="ru-RU"/>
        </w:rPr>
        <w:t>​</w:t>
      </w:r>
    </w:p>
    <w:p w:rsidR="00BA2968" w:rsidRPr="00D403E9" w:rsidRDefault="00BA2968">
      <w:pPr>
        <w:spacing w:after="0" w:line="408" w:lineRule="auto"/>
        <w:ind w:left="120"/>
        <w:jc w:val="center"/>
        <w:rPr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МКОУ "Джаванкентская СОШ"</w:t>
      </w:r>
    </w:p>
    <w:p w:rsidR="00BA2968" w:rsidRPr="00D403E9" w:rsidRDefault="00BA2968">
      <w:pPr>
        <w:spacing w:after="0"/>
        <w:ind w:left="120"/>
        <w:rPr>
          <w:lang w:val="ru-RU"/>
        </w:rPr>
      </w:pPr>
    </w:p>
    <w:p w:rsidR="00BA2968" w:rsidRPr="00D403E9" w:rsidRDefault="00BA2968">
      <w:pPr>
        <w:spacing w:after="0"/>
        <w:ind w:left="120"/>
        <w:rPr>
          <w:lang w:val="ru-RU"/>
        </w:rPr>
      </w:pPr>
    </w:p>
    <w:p w:rsidR="00BA2968" w:rsidRPr="00D403E9" w:rsidRDefault="00BA2968">
      <w:pPr>
        <w:spacing w:after="0"/>
        <w:ind w:left="120"/>
        <w:rPr>
          <w:lang w:val="ru-RU"/>
        </w:rPr>
      </w:pPr>
    </w:p>
    <w:p w:rsidR="00BA2968" w:rsidRPr="00D403E9" w:rsidRDefault="00BA2968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BA2968" w:rsidRPr="003A36E5" w:rsidTr="000D4161">
        <w:tc>
          <w:tcPr>
            <w:tcW w:w="3114" w:type="dxa"/>
          </w:tcPr>
          <w:p w:rsidR="00BA2968" w:rsidRPr="003A36E5" w:rsidRDefault="00BA29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2968" w:rsidRPr="003A36E5" w:rsidRDefault="00BA29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2968" w:rsidRPr="003A36E5" w:rsidRDefault="00BA2968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A36E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A2968" w:rsidRPr="003A36E5" w:rsidRDefault="00BA2968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A36E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A2968" w:rsidRPr="003A36E5" w:rsidRDefault="00BA2968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A36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2968" w:rsidRPr="003A36E5" w:rsidRDefault="00BA296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A36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Султанмутов И.М.</w:t>
            </w:r>
          </w:p>
          <w:p w:rsidR="00BA2968" w:rsidRPr="003A36E5" w:rsidRDefault="00BA2968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A36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№___ от «___» __________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3A36E5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3A36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A2968" w:rsidRPr="003A36E5" w:rsidRDefault="00BA29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2968" w:rsidRDefault="00BA2968">
      <w:pPr>
        <w:spacing w:after="0"/>
        <w:ind w:left="120"/>
      </w:pPr>
    </w:p>
    <w:p w:rsidR="00BA2968" w:rsidRDefault="00BA29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A2968" w:rsidRDefault="00BA2968">
      <w:pPr>
        <w:spacing w:after="0"/>
        <w:ind w:left="120"/>
      </w:pPr>
    </w:p>
    <w:p w:rsidR="00BA2968" w:rsidRDefault="00BA2968">
      <w:pPr>
        <w:spacing w:after="0"/>
        <w:ind w:left="120"/>
      </w:pPr>
    </w:p>
    <w:p w:rsidR="00BA2968" w:rsidRDefault="00BA2968">
      <w:pPr>
        <w:spacing w:after="0"/>
        <w:ind w:left="120"/>
      </w:pPr>
    </w:p>
    <w:p w:rsidR="00BA2968" w:rsidRDefault="00BA29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A2968" w:rsidRDefault="00BA296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874840)</w:t>
      </w:r>
    </w:p>
    <w:p w:rsidR="00BA2968" w:rsidRDefault="00BA2968">
      <w:pPr>
        <w:spacing w:after="0"/>
        <w:ind w:left="120"/>
        <w:jc w:val="center"/>
      </w:pPr>
    </w:p>
    <w:p w:rsidR="00BA2968" w:rsidRPr="00370C61" w:rsidRDefault="00BA2968">
      <w:pPr>
        <w:spacing w:after="0" w:line="408" w:lineRule="auto"/>
        <w:ind w:left="120"/>
        <w:jc w:val="center"/>
        <w:rPr>
          <w:lang w:val="ru-RU"/>
        </w:rPr>
      </w:pPr>
      <w:r w:rsidRPr="00370C6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A2968" w:rsidRPr="00370C61" w:rsidRDefault="00BA2968">
      <w:pPr>
        <w:spacing w:after="0" w:line="408" w:lineRule="auto"/>
        <w:ind w:left="120"/>
        <w:jc w:val="center"/>
        <w:rPr>
          <w:lang w:val="ru-RU"/>
        </w:rPr>
      </w:pPr>
      <w:r w:rsidRPr="00370C61">
        <w:rPr>
          <w:rFonts w:ascii="Times New Roman" w:hAnsi="Times New Roman"/>
          <w:color w:val="000000"/>
          <w:sz w:val="28"/>
          <w:lang w:val="ru-RU"/>
        </w:rPr>
        <w:t>для обучающихся 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370C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A2968" w:rsidRPr="00370C61" w:rsidRDefault="00BA2968">
      <w:pPr>
        <w:spacing w:after="0"/>
        <w:ind w:left="120"/>
        <w:jc w:val="center"/>
        <w:rPr>
          <w:lang w:val="ru-RU"/>
        </w:rPr>
      </w:pPr>
    </w:p>
    <w:p w:rsidR="00BA2968" w:rsidRPr="00370C61" w:rsidRDefault="00BA2968">
      <w:pPr>
        <w:spacing w:after="0"/>
        <w:ind w:left="120"/>
        <w:jc w:val="center"/>
        <w:rPr>
          <w:lang w:val="ru-RU"/>
        </w:rPr>
      </w:pPr>
    </w:p>
    <w:p w:rsidR="00BA2968" w:rsidRPr="00370C61" w:rsidRDefault="00BA2968">
      <w:pPr>
        <w:spacing w:after="0"/>
        <w:ind w:left="120"/>
        <w:jc w:val="center"/>
        <w:rPr>
          <w:lang w:val="ru-RU"/>
        </w:rPr>
      </w:pPr>
    </w:p>
    <w:p w:rsidR="00BA2968" w:rsidRPr="00370C61" w:rsidRDefault="00BA2968">
      <w:pPr>
        <w:spacing w:after="0"/>
        <w:ind w:left="120"/>
        <w:jc w:val="center"/>
        <w:rPr>
          <w:lang w:val="ru-RU"/>
        </w:rPr>
      </w:pPr>
    </w:p>
    <w:p w:rsidR="00BA2968" w:rsidRPr="00370C61" w:rsidRDefault="00BA2968">
      <w:pPr>
        <w:spacing w:after="0"/>
        <w:ind w:left="120"/>
        <w:jc w:val="center"/>
        <w:rPr>
          <w:lang w:val="ru-RU"/>
        </w:rPr>
      </w:pPr>
    </w:p>
    <w:p w:rsidR="00BA2968" w:rsidRPr="00370C61" w:rsidRDefault="00BA2968">
      <w:pPr>
        <w:spacing w:after="0"/>
        <w:ind w:left="120"/>
        <w:jc w:val="center"/>
        <w:rPr>
          <w:lang w:val="ru-RU"/>
        </w:rPr>
      </w:pPr>
    </w:p>
    <w:p w:rsidR="00BA2968" w:rsidRPr="00370C61" w:rsidRDefault="00BA2968">
      <w:pPr>
        <w:spacing w:after="0"/>
        <w:ind w:left="120"/>
        <w:jc w:val="center"/>
        <w:rPr>
          <w:lang w:val="ru-RU"/>
        </w:rPr>
      </w:pPr>
    </w:p>
    <w:p w:rsidR="00BA2968" w:rsidRPr="00370C61" w:rsidRDefault="00BA2968">
      <w:pPr>
        <w:spacing w:after="0"/>
        <w:ind w:left="120"/>
        <w:jc w:val="center"/>
        <w:rPr>
          <w:lang w:val="ru-RU"/>
        </w:rPr>
      </w:pPr>
    </w:p>
    <w:p w:rsidR="00BA2968" w:rsidRPr="00370C61" w:rsidRDefault="00BA2968">
      <w:pPr>
        <w:spacing w:after="0"/>
        <w:ind w:left="120"/>
        <w:jc w:val="center"/>
        <w:rPr>
          <w:lang w:val="ru-RU"/>
        </w:rPr>
      </w:pPr>
    </w:p>
    <w:p w:rsidR="00BA2968" w:rsidRPr="00370C61" w:rsidRDefault="00BA2968">
      <w:pPr>
        <w:spacing w:after="0"/>
        <w:ind w:left="120"/>
        <w:jc w:val="center"/>
        <w:rPr>
          <w:lang w:val="ru-RU"/>
        </w:rPr>
      </w:pPr>
    </w:p>
    <w:p w:rsidR="00BA2968" w:rsidRPr="00370C61" w:rsidRDefault="00BA2968">
      <w:pPr>
        <w:spacing w:after="0"/>
        <w:ind w:left="120"/>
        <w:jc w:val="center"/>
        <w:rPr>
          <w:lang w:val="ru-RU"/>
        </w:rPr>
      </w:pPr>
    </w:p>
    <w:p w:rsidR="00BA2968" w:rsidRPr="00370C61" w:rsidRDefault="00BA2968">
      <w:pPr>
        <w:spacing w:after="0"/>
        <w:ind w:left="120"/>
        <w:jc w:val="center"/>
        <w:rPr>
          <w:lang w:val="ru-RU"/>
        </w:rPr>
      </w:pPr>
    </w:p>
    <w:p w:rsidR="00BA2968" w:rsidRPr="00D403E9" w:rsidRDefault="00BA2968">
      <w:pPr>
        <w:spacing w:after="0"/>
        <w:ind w:left="120"/>
        <w:jc w:val="center"/>
        <w:rPr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960954b-15b1-4c85-b40b-ae95f67136d9"/>
      <w:bookmarkEnd w:id="2"/>
      <w:r w:rsidRPr="00D403E9">
        <w:rPr>
          <w:rFonts w:ascii="Times New Roman" w:hAnsi="Times New Roman"/>
          <w:b/>
          <w:color w:val="000000"/>
          <w:sz w:val="28"/>
          <w:lang w:val="ru-RU"/>
        </w:rPr>
        <w:t xml:space="preserve"> с.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Джаванкент </w:t>
      </w:r>
      <w:r w:rsidRPr="00D403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2b7bbf9c-2491-40e5-bd35-a2a44bd1331b"/>
      <w:bookmarkEnd w:id="3"/>
      <w:r w:rsidRPr="00D403E9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D403E9">
        <w:rPr>
          <w:rFonts w:ascii="Times New Roman" w:hAnsi="Times New Roman"/>
          <w:color w:val="000000"/>
          <w:sz w:val="28"/>
          <w:lang w:val="ru-RU"/>
        </w:rPr>
        <w:t>​</w:t>
      </w:r>
    </w:p>
    <w:p w:rsidR="00BA2968" w:rsidRPr="00D403E9" w:rsidRDefault="00BA2968">
      <w:pPr>
        <w:spacing w:after="0"/>
        <w:ind w:left="120"/>
        <w:rPr>
          <w:lang w:val="ru-RU"/>
        </w:rPr>
      </w:pPr>
    </w:p>
    <w:p w:rsidR="00BA2968" w:rsidRPr="00D403E9" w:rsidRDefault="00BA2968">
      <w:pPr>
        <w:spacing w:after="0" w:line="264" w:lineRule="auto"/>
        <w:ind w:left="120"/>
        <w:jc w:val="both"/>
        <w:rPr>
          <w:lang w:val="ru-RU"/>
        </w:rPr>
      </w:pPr>
      <w:bookmarkStart w:id="4" w:name="block-6227344"/>
      <w:bookmarkEnd w:id="4"/>
      <w:r w:rsidRPr="00D403E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A2968" w:rsidRPr="00D403E9" w:rsidRDefault="00BA2968">
      <w:pPr>
        <w:spacing w:after="0" w:line="264" w:lineRule="auto"/>
        <w:ind w:left="120"/>
        <w:jc w:val="both"/>
        <w:rPr>
          <w:lang w:val="ru-RU"/>
        </w:rPr>
      </w:pP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403E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403E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A2968" w:rsidRPr="00D403E9" w:rsidRDefault="00BA2968">
      <w:pPr>
        <w:spacing w:after="0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A2968" w:rsidRPr="00D403E9" w:rsidRDefault="00BA2968">
      <w:pPr>
        <w:spacing w:after="0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A2968" w:rsidRPr="00D403E9" w:rsidRDefault="00BA2968">
      <w:pPr>
        <w:spacing w:after="0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A2968" w:rsidRPr="00D403E9" w:rsidRDefault="00BA2968">
      <w:pPr>
        <w:spacing w:after="0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A2968" w:rsidRPr="00D403E9" w:rsidRDefault="00BA2968">
      <w:pPr>
        <w:spacing w:after="0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403E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403E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 170 ч.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 (5 часов в неделю). </w:t>
      </w:r>
      <w:bookmarkStart w:id="5" w:name="block-6227348"/>
      <w:bookmarkEnd w:id="5"/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 w:rsidRPr="00D403E9">
        <w:rPr>
          <w:rFonts w:ascii="Times New Roman" w:hAnsi="Times New Roman"/>
        </w:rPr>
        <w:fldChar w:fldCharType="begin"/>
      </w:r>
      <w:r w:rsidRPr="00D403E9">
        <w:rPr>
          <w:rFonts w:ascii="Times New Roman" w:hAnsi="Times New Roman"/>
        </w:rPr>
        <w:instrText>HYPERLINK</w:instrText>
      </w:r>
      <w:r w:rsidRPr="00D403E9">
        <w:rPr>
          <w:rFonts w:ascii="Times New Roman" w:hAnsi="Times New Roman"/>
          <w:lang w:val="ru-RU"/>
        </w:rPr>
        <w:instrText xml:space="preserve"> "</w:instrText>
      </w:r>
      <w:r w:rsidRPr="00D403E9">
        <w:rPr>
          <w:rFonts w:ascii="Times New Roman" w:hAnsi="Times New Roman"/>
        </w:rPr>
        <w:instrText>https</w:instrText>
      </w:r>
      <w:r w:rsidRPr="00D403E9">
        <w:rPr>
          <w:rFonts w:ascii="Times New Roman" w:hAnsi="Times New Roman"/>
          <w:lang w:val="ru-RU"/>
        </w:rPr>
        <w:instrText>://</w:instrText>
      </w:r>
      <w:r w:rsidRPr="00D403E9">
        <w:rPr>
          <w:rFonts w:ascii="Times New Roman" w:hAnsi="Times New Roman"/>
        </w:rPr>
        <w:instrText>workprogram</w:instrText>
      </w:r>
      <w:r w:rsidRPr="00D403E9">
        <w:rPr>
          <w:rFonts w:ascii="Times New Roman" w:hAnsi="Times New Roman"/>
          <w:lang w:val="ru-RU"/>
        </w:rPr>
        <w:instrText>.</w:instrText>
      </w:r>
      <w:r w:rsidRPr="00D403E9">
        <w:rPr>
          <w:rFonts w:ascii="Times New Roman" w:hAnsi="Times New Roman"/>
        </w:rPr>
        <w:instrText>edsoo</w:instrText>
      </w:r>
      <w:r w:rsidRPr="00D403E9">
        <w:rPr>
          <w:rFonts w:ascii="Times New Roman" w:hAnsi="Times New Roman"/>
          <w:lang w:val="ru-RU"/>
        </w:rPr>
        <w:instrText>.</w:instrText>
      </w:r>
      <w:r w:rsidRPr="00D403E9">
        <w:rPr>
          <w:rFonts w:ascii="Times New Roman" w:hAnsi="Times New Roman"/>
        </w:rPr>
        <w:instrText>ru</w:instrText>
      </w:r>
      <w:r w:rsidRPr="00D403E9">
        <w:rPr>
          <w:rFonts w:ascii="Times New Roman" w:hAnsi="Times New Roman"/>
          <w:lang w:val="ru-RU"/>
        </w:rPr>
        <w:instrText>/</w:instrText>
      </w:r>
      <w:r w:rsidRPr="00D403E9">
        <w:rPr>
          <w:rFonts w:ascii="Times New Roman" w:hAnsi="Times New Roman"/>
        </w:rPr>
        <w:instrText>templates</w:instrText>
      </w:r>
      <w:r w:rsidRPr="00D403E9">
        <w:rPr>
          <w:rFonts w:ascii="Times New Roman" w:hAnsi="Times New Roman"/>
          <w:lang w:val="ru-RU"/>
        </w:rPr>
        <w:instrText>/415" \</w:instrText>
      </w:r>
      <w:r w:rsidRPr="00D403E9">
        <w:rPr>
          <w:rFonts w:ascii="Times New Roman" w:hAnsi="Times New Roman"/>
        </w:rPr>
        <w:instrText>l</w:instrText>
      </w:r>
      <w:r w:rsidRPr="00D403E9">
        <w:rPr>
          <w:rFonts w:ascii="Times New Roman" w:hAnsi="Times New Roman"/>
          <w:lang w:val="ru-RU"/>
        </w:rPr>
        <w:instrText xml:space="preserve"> "_</w:instrText>
      </w:r>
      <w:r w:rsidRPr="00D403E9">
        <w:rPr>
          <w:rFonts w:ascii="Times New Roman" w:hAnsi="Times New Roman"/>
        </w:rPr>
        <w:instrText>ftn</w:instrText>
      </w:r>
      <w:r w:rsidRPr="00D403E9">
        <w:rPr>
          <w:rFonts w:ascii="Times New Roman" w:hAnsi="Times New Roman"/>
          <w:lang w:val="ru-RU"/>
        </w:rPr>
        <w:instrText>1" \</w:instrText>
      </w:r>
      <w:r w:rsidRPr="00D403E9">
        <w:rPr>
          <w:rFonts w:ascii="Times New Roman" w:hAnsi="Times New Roman"/>
        </w:rPr>
        <w:instrText>h</w:instrText>
      </w:r>
      <w:r w:rsidRPr="005E5C20">
        <w:rPr>
          <w:rFonts w:ascii="Times New Roman" w:hAnsi="Times New Roman"/>
        </w:rPr>
      </w:r>
      <w:r w:rsidRPr="00D403E9">
        <w:rPr>
          <w:rFonts w:ascii="Times New Roman" w:hAnsi="Times New Roman"/>
        </w:rPr>
        <w:fldChar w:fldCharType="separate"/>
      </w:r>
      <w:r w:rsidRPr="00D403E9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Pr="00D403E9">
        <w:rPr>
          <w:rFonts w:ascii="Times New Roman" w:hAnsi="Times New Roman"/>
        </w:rPr>
        <w:fldChar w:fldCharType="end"/>
      </w:r>
      <w:bookmarkEnd w:id="6"/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D403E9">
        <w:rPr>
          <w:rFonts w:ascii="Times New Roman" w:hAnsi="Times New Roman"/>
          <w:color w:val="000000"/>
          <w:sz w:val="28"/>
        </w:rPr>
        <w:t>I</w:t>
      </w:r>
      <w:r w:rsidRPr="00D403E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403E9">
        <w:rPr>
          <w:rFonts w:ascii="Times New Roman" w:hAnsi="Times New Roman"/>
          <w:color w:val="000000"/>
          <w:sz w:val="28"/>
        </w:rPr>
        <w:t>II</w:t>
      </w:r>
      <w:r w:rsidRPr="00D403E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A2968" w:rsidRPr="00661E9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661E9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hyperlink w:anchor="_ftnref1">
        <w:r w:rsidRPr="00D403E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D403E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hyperlink r:id="rId5" w:anchor="_ftnref1">
        <w:r w:rsidRPr="00D403E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D403E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​</w:t>
      </w:r>
      <w:hyperlink r:id="rId6" w:anchor="_ftnref1">
        <w:r w:rsidRPr="00D403E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D403E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403E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BA2968" w:rsidRPr="00D403E9" w:rsidRDefault="00BA2968" w:rsidP="00D403E9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</w:rPr>
        <w:fldChar w:fldCharType="begin"/>
      </w:r>
      <w:r w:rsidRPr="00D403E9">
        <w:rPr>
          <w:rFonts w:ascii="Times New Roman" w:hAnsi="Times New Roman"/>
        </w:rPr>
        <w:instrText>HYPERLINK</w:instrText>
      </w:r>
      <w:r w:rsidRPr="00D403E9">
        <w:rPr>
          <w:rFonts w:ascii="Times New Roman" w:hAnsi="Times New Roman"/>
          <w:lang w:val="ru-RU"/>
        </w:rPr>
        <w:instrText xml:space="preserve"> "</w:instrText>
      </w:r>
      <w:r w:rsidRPr="00D403E9">
        <w:rPr>
          <w:rFonts w:ascii="Times New Roman" w:hAnsi="Times New Roman"/>
        </w:rPr>
        <w:instrText>https</w:instrText>
      </w:r>
      <w:r w:rsidRPr="00D403E9">
        <w:rPr>
          <w:rFonts w:ascii="Times New Roman" w:hAnsi="Times New Roman"/>
          <w:lang w:val="ru-RU"/>
        </w:rPr>
        <w:instrText>://</w:instrText>
      </w:r>
      <w:r w:rsidRPr="00D403E9">
        <w:rPr>
          <w:rFonts w:ascii="Times New Roman" w:hAnsi="Times New Roman"/>
        </w:rPr>
        <w:instrText>workprogram</w:instrText>
      </w:r>
      <w:r w:rsidRPr="00D403E9">
        <w:rPr>
          <w:rFonts w:ascii="Times New Roman" w:hAnsi="Times New Roman"/>
          <w:lang w:val="ru-RU"/>
        </w:rPr>
        <w:instrText>.</w:instrText>
      </w:r>
      <w:r w:rsidRPr="00D403E9">
        <w:rPr>
          <w:rFonts w:ascii="Times New Roman" w:hAnsi="Times New Roman"/>
        </w:rPr>
        <w:instrText>edsoo</w:instrText>
      </w:r>
      <w:r w:rsidRPr="00D403E9">
        <w:rPr>
          <w:rFonts w:ascii="Times New Roman" w:hAnsi="Times New Roman"/>
          <w:lang w:val="ru-RU"/>
        </w:rPr>
        <w:instrText>.</w:instrText>
      </w:r>
      <w:r w:rsidRPr="00D403E9">
        <w:rPr>
          <w:rFonts w:ascii="Times New Roman" w:hAnsi="Times New Roman"/>
        </w:rPr>
        <w:instrText>ru</w:instrText>
      </w:r>
      <w:r w:rsidRPr="00D403E9">
        <w:rPr>
          <w:rFonts w:ascii="Times New Roman" w:hAnsi="Times New Roman"/>
          <w:lang w:val="ru-RU"/>
        </w:rPr>
        <w:instrText>/</w:instrText>
      </w:r>
      <w:r w:rsidRPr="00D403E9">
        <w:rPr>
          <w:rFonts w:ascii="Times New Roman" w:hAnsi="Times New Roman"/>
        </w:rPr>
        <w:instrText>templates</w:instrText>
      </w:r>
      <w:r w:rsidRPr="00D403E9">
        <w:rPr>
          <w:rFonts w:ascii="Times New Roman" w:hAnsi="Times New Roman"/>
          <w:lang w:val="ru-RU"/>
        </w:rPr>
        <w:instrText>/415" \</w:instrText>
      </w:r>
      <w:r w:rsidRPr="00D403E9">
        <w:rPr>
          <w:rFonts w:ascii="Times New Roman" w:hAnsi="Times New Roman"/>
        </w:rPr>
        <w:instrText>l</w:instrText>
      </w:r>
      <w:r w:rsidRPr="00D403E9">
        <w:rPr>
          <w:rFonts w:ascii="Times New Roman" w:hAnsi="Times New Roman"/>
          <w:lang w:val="ru-RU"/>
        </w:rPr>
        <w:instrText xml:space="preserve"> "_</w:instrText>
      </w:r>
      <w:r w:rsidRPr="00D403E9">
        <w:rPr>
          <w:rFonts w:ascii="Times New Roman" w:hAnsi="Times New Roman"/>
        </w:rPr>
        <w:instrText>ftnref</w:instrText>
      </w:r>
      <w:r w:rsidRPr="00D403E9">
        <w:rPr>
          <w:rFonts w:ascii="Times New Roman" w:hAnsi="Times New Roman"/>
          <w:lang w:val="ru-RU"/>
        </w:rPr>
        <w:instrText>1" \</w:instrText>
      </w:r>
      <w:r w:rsidRPr="00D403E9">
        <w:rPr>
          <w:rFonts w:ascii="Times New Roman" w:hAnsi="Times New Roman"/>
        </w:rPr>
        <w:instrText>h</w:instrText>
      </w:r>
      <w:r w:rsidRPr="005E5C20">
        <w:rPr>
          <w:rFonts w:ascii="Times New Roman" w:hAnsi="Times New Roman"/>
        </w:rPr>
      </w:r>
      <w:r w:rsidRPr="00D403E9">
        <w:rPr>
          <w:rFonts w:ascii="Times New Roman" w:hAnsi="Times New Roman"/>
        </w:rPr>
        <w:fldChar w:fldCharType="separate"/>
      </w:r>
      <w:r w:rsidRPr="00D403E9">
        <w:rPr>
          <w:rFonts w:ascii="Times New Roman" w:hAnsi="Times New Roman"/>
          <w:color w:val="0093FF"/>
          <w:sz w:val="21"/>
          <w:lang w:val="ru-RU"/>
        </w:rPr>
        <w:t>[4]</w:t>
      </w:r>
      <w:r w:rsidRPr="00D403E9">
        <w:rPr>
          <w:rFonts w:ascii="Times New Roman" w:hAnsi="Times New Roman"/>
        </w:rPr>
        <w:fldChar w:fldCharType="end"/>
      </w:r>
      <w:bookmarkEnd w:id="7"/>
      <w:r w:rsidRPr="00D403E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 w:rsidRPr="00D403E9">
        <w:rPr>
          <w:rFonts w:ascii="Times New Roman" w:hAnsi="Times New Roman"/>
          <w:lang w:val="ru-RU"/>
        </w:rPr>
        <w:t>.</w:t>
      </w:r>
    </w:p>
    <w:p w:rsidR="00BA2968" w:rsidRPr="00D403E9" w:rsidRDefault="00BA2968" w:rsidP="00D403E9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bookmarkStart w:id="8" w:name="block-6227346"/>
      <w:bookmarkEnd w:id="8"/>
      <w:r w:rsidRPr="00D403E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</w:rPr>
      </w:pPr>
      <w:r w:rsidRPr="00D403E9"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 w:rsidRPr="00D403E9">
        <w:rPr>
          <w:rFonts w:ascii="Times New Roman" w:hAnsi="Times New Roman"/>
          <w:color w:val="000000"/>
          <w:sz w:val="28"/>
        </w:rPr>
        <w:t>:</w:t>
      </w:r>
    </w:p>
    <w:p w:rsidR="00BA2968" w:rsidRPr="00D403E9" w:rsidRDefault="00BA296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A2968" w:rsidRPr="00D403E9" w:rsidRDefault="00BA296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A2968" w:rsidRPr="00D403E9" w:rsidRDefault="00BA296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A2968" w:rsidRPr="00D403E9" w:rsidRDefault="00BA296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A2968" w:rsidRPr="00D403E9" w:rsidRDefault="00BA296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</w:rPr>
      </w:pPr>
      <w:r w:rsidRPr="00D403E9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D403E9">
        <w:rPr>
          <w:rFonts w:ascii="Times New Roman" w:hAnsi="Times New Roman"/>
          <w:color w:val="000000"/>
          <w:sz w:val="28"/>
        </w:rPr>
        <w:t>:</w:t>
      </w:r>
    </w:p>
    <w:p w:rsidR="00BA2968" w:rsidRPr="00D403E9" w:rsidRDefault="00BA296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A2968" w:rsidRPr="00D403E9" w:rsidRDefault="00BA296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A2968" w:rsidRPr="00D403E9" w:rsidRDefault="00BA296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A2968" w:rsidRPr="00D403E9" w:rsidRDefault="00BA296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</w:rPr>
      </w:pPr>
      <w:r w:rsidRPr="00D403E9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D403E9">
        <w:rPr>
          <w:rFonts w:ascii="Times New Roman" w:hAnsi="Times New Roman"/>
          <w:color w:val="000000"/>
          <w:sz w:val="28"/>
        </w:rPr>
        <w:t>:</w:t>
      </w:r>
    </w:p>
    <w:p w:rsidR="00BA2968" w:rsidRPr="00D403E9" w:rsidRDefault="00BA296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A2968" w:rsidRPr="00D403E9" w:rsidRDefault="00BA296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403E9">
        <w:rPr>
          <w:rFonts w:ascii="Times New Roman" w:hAnsi="Times New Roman"/>
          <w:color w:val="000000"/>
          <w:sz w:val="28"/>
          <w:lang w:val="ru-RU"/>
        </w:rPr>
        <w:t>:</w:t>
      </w:r>
    </w:p>
    <w:p w:rsidR="00BA2968" w:rsidRPr="00D403E9" w:rsidRDefault="00BA296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A2968" w:rsidRPr="00D403E9" w:rsidRDefault="00BA296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</w:rPr>
      </w:pPr>
      <w:r w:rsidRPr="00D403E9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D403E9">
        <w:rPr>
          <w:rFonts w:ascii="Times New Roman" w:hAnsi="Times New Roman"/>
          <w:color w:val="000000"/>
          <w:sz w:val="28"/>
        </w:rPr>
        <w:t>:</w:t>
      </w:r>
    </w:p>
    <w:p w:rsidR="00BA2968" w:rsidRPr="00D403E9" w:rsidRDefault="00BA296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</w:rPr>
      </w:pPr>
      <w:r w:rsidRPr="00D403E9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D403E9">
        <w:rPr>
          <w:rFonts w:ascii="Times New Roman" w:hAnsi="Times New Roman"/>
          <w:color w:val="000000"/>
          <w:sz w:val="28"/>
        </w:rPr>
        <w:t>:</w:t>
      </w:r>
    </w:p>
    <w:p w:rsidR="00BA2968" w:rsidRPr="00D403E9" w:rsidRDefault="00BA296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A2968" w:rsidRPr="00D403E9" w:rsidRDefault="00BA296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</w:rPr>
      </w:pPr>
      <w:r w:rsidRPr="00D403E9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D403E9">
        <w:rPr>
          <w:rFonts w:ascii="Times New Roman" w:hAnsi="Times New Roman"/>
          <w:color w:val="000000"/>
          <w:sz w:val="28"/>
        </w:rPr>
        <w:t>:</w:t>
      </w:r>
    </w:p>
    <w:p w:rsidR="00BA2968" w:rsidRPr="00D403E9" w:rsidRDefault="00BA296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A2968" w:rsidRPr="00D403E9" w:rsidRDefault="00BA296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403E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403E9">
        <w:rPr>
          <w:rFonts w:ascii="Times New Roman" w:hAnsi="Times New Roman"/>
          <w:color w:val="000000"/>
          <w:sz w:val="28"/>
          <w:lang w:val="ru-RU"/>
        </w:rPr>
        <w:t>:</w:t>
      </w:r>
    </w:p>
    <w:p w:rsidR="00BA2968" w:rsidRPr="00D403E9" w:rsidRDefault="00BA296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A2968" w:rsidRPr="00D403E9" w:rsidRDefault="00BA296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A2968" w:rsidRPr="00D403E9" w:rsidRDefault="00BA296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A2968" w:rsidRPr="00D403E9" w:rsidRDefault="00BA296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A2968" w:rsidRPr="00D403E9" w:rsidRDefault="00BA296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A2968" w:rsidRPr="00D403E9" w:rsidRDefault="00BA296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403E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403E9">
        <w:rPr>
          <w:rFonts w:ascii="Times New Roman" w:hAnsi="Times New Roman"/>
          <w:color w:val="000000"/>
          <w:sz w:val="28"/>
          <w:lang w:val="ru-RU"/>
        </w:rPr>
        <w:t>:</w:t>
      </w:r>
    </w:p>
    <w:p w:rsidR="00BA2968" w:rsidRPr="00D403E9" w:rsidRDefault="00BA296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A2968" w:rsidRPr="00D403E9" w:rsidRDefault="00BA296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A2968" w:rsidRPr="00D403E9" w:rsidRDefault="00BA296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BA2968" w:rsidRPr="00D403E9" w:rsidRDefault="00BA296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A2968" w:rsidRPr="00D403E9" w:rsidRDefault="00BA296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03E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403E9">
        <w:rPr>
          <w:rFonts w:ascii="Times New Roman" w:hAnsi="Times New Roman"/>
          <w:color w:val="000000"/>
          <w:sz w:val="28"/>
          <w:lang w:val="ru-RU"/>
        </w:rPr>
        <w:t>:</w:t>
      </w:r>
    </w:p>
    <w:p w:rsidR="00BA2968" w:rsidRPr="00D403E9" w:rsidRDefault="00BA296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A2968" w:rsidRPr="00D403E9" w:rsidRDefault="00BA296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A2968" w:rsidRPr="00D403E9" w:rsidRDefault="00BA296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A2968" w:rsidRPr="00D403E9" w:rsidRDefault="00BA296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A2968" w:rsidRPr="00D403E9" w:rsidRDefault="00BA296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A2968" w:rsidRPr="00D403E9" w:rsidRDefault="00BA296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03E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403E9">
        <w:rPr>
          <w:rFonts w:ascii="Times New Roman" w:hAnsi="Times New Roman"/>
          <w:color w:val="000000"/>
          <w:sz w:val="28"/>
          <w:lang w:val="ru-RU"/>
        </w:rPr>
        <w:t>:</w:t>
      </w:r>
    </w:p>
    <w:p w:rsidR="00BA2968" w:rsidRPr="00D403E9" w:rsidRDefault="00BA296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A2968" w:rsidRPr="00D403E9" w:rsidRDefault="00BA296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A2968" w:rsidRPr="00D403E9" w:rsidRDefault="00BA296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A2968" w:rsidRPr="00D403E9" w:rsidRDefault="00BA296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A2968" w:rsidRPr="00D403E9" w:rsidRDefault="00BA296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A2968" w:rsidRPr="00D403E9" w:rsidRDefault="00BA296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A2968" w:rsidRPr="00D403E9" w:rsidRDefault="00BA296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BA2968" w:rsidRPr="00D403E9" w:rsidRDefault="00BA296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03E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403E9">
        <w:rPr>
          <w:rFonts w:ascii="Times New Roman" w:hAnsi="Times New Roman"/>
          <w:color w:val="000000"/>
          <w:sz w:val="28"/>
          <w:lang w:val="ru-RU"/>
        </w:rPr>
        <w:t>:</w:t>
      </w:r>
    </w:p>
    <w:p w:rsidR="00BA2968" w:rsidRPr="00D403E9" w:rsidRDefault="00BA296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A2968" w:rsidRPr="00D403E9" w:rsidRDefault="00BA296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/>
        </w:rPr>
      </w:pPr>
      <w:r w:rsidRPr="00D403E9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03E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403E9">
        <w:rPr>
          <w:rFonts w:ascii="Times New Roman" w:hAnsi="Times New Roman"/>
          <w:color w:val="000000"/>
          <w:sz w:val="28"/>
          <w:lang w:val="ru-RU"/>
        </w:rPr>
        <w:t>:</w:t>
      </w:r>
    </w:p>
    <w:p w:rsidR="00BA2968" w:rsidRPr="00D403E9" w:rsidRDefault="00BA296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A2968" w:rsidRPr="00D403E9" w:rsidRDefault="00BA296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A2968" w:rsidRPr="00D403E9" w:rsidRDefault="00BA296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A2968" w:rsidRPr="00D403E9" w:rsidRDefault="00BA296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A2968" w:rsidRPr="00D403E9" w:rsidRDefault="00BA296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A2968" w:rsidRPr="00D403E9" w:rsidRDefault="00BA2968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03E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A2968" w:rsidRPr="00D403E9" w:rsidRDefault="00BA296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A2968" w:rsidRPr="00D403E9" w:rsidRDefault="00BA296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A2968" w:rsidRPr="00D403E9" w:rsidRDefault="00BA296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A2968" w:rsidRPr="00D403E9" w:rsidRDefault="00BA296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A2968" w:rsidRPr="00D403E9" w:rsidRDefault="00BA296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A2968" w:rsidRPr="00D403E9" w:rsidRDefault="00BA296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Default="00BA29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2968" w:rsidRDefault="00BA29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2968" w:rsidRDefault="00BA29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2968" w:rsidRDefault="00BA29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</w:p>
    <w:p w:rsidR="00BA2968" w:rsidRPr="00661E9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661E9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03E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403E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A2968" w:rsidRPr="00D403E9" w:rsidRDefault="00BA2968">
      <w:pPr>
        <w:spacing w:after="0" w:line="264" w:lineRule="auto"/>
        <w:ind w:left="120"/>
        <w:jc w:val="both"/>
        <w:rPr>
          <w:rFonts w:ascii="Times New Roman" w:hAnsi="Times New Roman"/>
          <w:lang w:val="ru-RU"/>
        </w:rPr>
      </w:pP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A2968" w:rsidRPr="00D403E9" w:rsidRDefault="00BA296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/>
          <w:lang w:val="ru-RU"/>
        </w:rPr>
      </w:pPr>
      <w:r w:rsidRPr="00D403E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A2968" w:rsidRPr="00661E99" w:rsidRDefault="00BA2968" w:rsidP="00661E99">
      <w:pPr>
        <w:numPr>
          <w:ilvl w:val="0"/>
          <w:numId w:val="18"/>
        </w:numPr>
        <w:spacing w:after="0" w:line="264" w:lineRule="auto"/>
        <w:rPr>
          <w:lang w:val="ru-RU"/>
        </w:rPr>
        <w:sectPr w:rsidR="00BA2968" w:rsidRPr="00661E99" w:rsidSect="00D403E9">
          <w:pgSz w:w="11906" w:h="16383"/>
          <w:pgMar w:top="1134" w:right="850" w:bottom="1134" w:left="1080" w:header="720" w:footer="720" w:gutter="0"/>
          <w:cols w:space="720"/>
        </w:sectPr>
      </w:pPr>
      <w:r w:rsidRPr="00661E9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A2968" w:rsidRDefault="00BA2968">
      <w:pPr>
        <w:spacing w:after="0"/>
        <w:ind w:left="120"/>
      </w:pPr>
      <w:bookmarkStart w:id="9" w:name="block-6227347"/>
      <w:bookmarkEnd w:id="9"/>
      <w:r w:rsidRPr="00D403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2968" w:rsidRDefault="00BA2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63"/>
        <w:gridCol w:w="4548"/>
        <w:gridCol w:w="1651"/>
        <w:gridCol w:w="1841"/>
        <w:gridCol w:w="1910"/>
        <w:gridCol w:w="2852"/>
      </w:tblGrid>
      <w:tr w:rsidR="00BA2968" w:rsidRPr="003A36E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</w:tr>
      <w:tr w:rsidR="00BA2968" w:rsidRPr="003A36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8" w:rsidRPr="003A36E5" w:rsidRDefault="00BA29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8" w:rsidRPr="003A36E5" w:rsidRDefault="00BA296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8" w:rsidRPr="003A36E5" w:rsidRDefault="00BA2968"/>
        </w:tc>
      </w:tr>
      <w:tr w:rsidR="00BA2968" w:rsidRPr="005E5C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2968" w:rsidRPr="00D403E9" w:rsidRDefault="00BA2968">
            <w:pPr>
              <w:spacing w:after="0"/>
              <w:ind w:left="135"/>
              <w:rPr>
                <w:lang w:val="ru-RU"/>
              </w:rPr>
            </w:pPr>
            <w:r w:rsidRPr="00D403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A3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968" w:rsidRPr="005E5C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2968" w:rsidRPr="00D403E9" w:rsidRDefault="00BA2968">
            <w:pPr>
              <w:spacing w:after="0"/>
              <w:ind w:left="135"/>
              <w:rPr>
                <w:lang w:val="ru-RU"/>
              </w:rPr>
            </w:pPr>
            <w:r w:rsidRPr="00D403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A3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968" w:rsidRPr="005E5C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2968" w:rsidRPr="00D403E9" w:rsidRDefault="00BA2968">
            <w:pPr>
              <w:spacing w:after="0"/>
              <w:ind w:left="135"/>
              <w:rPr>
                <w:lang w:val="ru-RU"/>
              </w:rPr>
            </w:pPr>
            <w:r w:rsidRPr="00D403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A3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968" w:rsidRPr="005E5C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2968" w:rsidRPr="00D403E9" w:rsidRDefault="00BA2968">
            <w:pPr>
              <w:spacing w:after="0"/>
              <w:ind w:left="135"/>
              <w:rPr>
                <w:lang w:val="ru-RU"/>
              </w:rPr>
            </w:pPr>
            <w:r w:rsidRPr="00D403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A3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968" w:rsidRPr="005E5C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2968" w:rsidRPr="00D403E9" w:rsidRDefault="00BA2968">
            <w:pPr>
              <w:spacing w:after="0"/>
              <w:ind w:left="135"/>
              <w:rPr>
                <w:lang w:val="ru-RU"/>
              </w:rPr>
            </w:pPr>
            <w:r w:rsidRPr="00D403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A3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968" w:rsidRPr="005E5C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2968" w:rsidRPr="00D403E9" w:rsidRDefault="00BA2968">
            <w:pPr>
              <w:spacing w:after="0"/>
              <w:ind w:left="135"/>
              <w:rPr>
                <w:lang w:val="ru-RU"/>
              </w:rPr>
            </w:pPr>
            <w:r w:rsidRPr="00D403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A3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968" w:rsidRPr="005E5C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2968" w:rsidRPr="00D403E9" w:rsidRDefault="00BA2968">
            <w:pPr>
              <w:spacing w:after="0"/>
              <w:ind w:left="135"/>
              <w:rPr>
                <w:lang w:val="ru-RU"/>
              </w:rPr>
            </w:pPr>
            <w:r w:rsidRPr="00D403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A3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968" w:rsidRPr="005E5C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2968" w:rsidRPr="00D403E9" w:rsidRDefault="00BA2968">
            <w:pPr>
              <w:spacing w:after="0"/>
              <w:ind w:left="135"/>
              <w:rPr>
                <w:lang w:val="ru-RU"/>
              </w:rPr>
            </w:pPr>
            <w:r w:rsidRPr="00D403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A3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A36E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03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2968" w:rsidRPr="003A36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</w:p>
        </w:tc>
      </w:tr>
      <w:tr w:rsidR="00BA2968" w:rsidRPr="003A36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2968" w:rsidRPr="00D403E9" w:rsidRDefault="00BA2968">
            <w:pPr>
              <w:spacing w:after="0"/>
              <w:ind w:left="135"/>
              <w:rPr>
                <w:lang w:val="ru-RU"/>
              </w:rPr>
            </w:pPr>
            <w:r w:rsidRPr="00D403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D403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  <w:jc w:val="center"/>
            </w:pPr>
            <w:r w:rsidRPr="003A36E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/>
        </w:tc>
      </w:tr>
    </w:tbl>
    <w:p w:rsidR="00BA2968" w:rsidRDefault="00BA2968">
      <w:pPr>
        <w:sectPr w:rsidR="00BA2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2968" w:rsidRPr="00661E99" w:rsidRDefault="00BA2968">
      <w:pPr>
        <w:spacing w:after="0"/>
        <w:ind w:left="120"/>
        <w:rPr>
          <w:lang w:val="ru-RU"/>
        </w:rPr>
      </w:pPr>
      <w:bookmarkStart w:id="10" w:name="block-6227350"/>
      <w:bookmarkEnd w:id="10"/>
      <w:r w:rsidRPr="00D403E9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РЕЦКИЙ И ДР.), «РУССКИЙ ЯЗЫК. </w:t>
      </w:r>
      <w:r w:rsidRPr="00D403E9">
        <w:rPr>
          <w:rFonts w:ascii="Times New Roman" w:hAnsi="Times New Roman"/>
          <w:b/>
          <w:color w:val="000000"/>
          <w:sz w:val="28"/>
          <w:lang w:val="ru-RU"/>
        </w:rPr>
        <w:t xml:space="preserve">4 КЛАСС. </w:t>
      </w:r>
      <w:r w:rsidRPr="00661E99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95"/>
        <w:gridCol w:w="4334"/>
        <w:gridCol w:w="1186"/>
        <w:gridCol w:w="1525"/>
        <w:gridCol w:w="1440"/>
        <w:gridCol w:w="1620"/>
        <w:gridCol w:w="3140"/>
      </w:tblGrid>
      <w:tr w:rsidR="00BA2968" w:rsidRPr="003A36E5" w:rsidTr="00295B0E">
        <w:trPr>
          <w:trHeight w:val="144"/>
          <w:tblCellSpacing w:w="20" w:type="nil"/>
        </w:trPr>
        <w:tc>
          <w:tcPr>
            <w:tcW w:w="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  <w:tc>
          <w:tcPr>
            <w:tcW w:w="4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  <w:tc>
          <w:tcPr>
            <w:tcW w:w="4151" w:type="dxa"/>
            <w:gridSpan w:val="3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  <w:tc>
          <w:tcPr>
            <w:tcW w:w="3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</w:tr>
      <w:tr w:rsidR="00BA2968" w:rsidRPr="003A36E5" w:rsidTr="00295B0E">
        <w:trPr>
          <w:trHeight w:val="144"/>
          <w:tblCellSpacing w:w="20" w:type="nil"/>
        </w:trPr>
        <w:tc>
          <w:tcPr>
            <w:tcW w:w="7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8" w:rsidRPr="003A36E5" w:rsidRDefault="00BA2968"/>
        </w:tc>
        <w:tc>
          <w:tcPr>
            <w:tcW w:w="43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8" w:rsidRPr="003A36E5" w:rsidRDefault="00BA2968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3A36E5" w:rsidRDefault="00BA2968">
            <w:pPr>
              <w:spacing w:after="0"/>
              <w:ind w:left="135"/>
            </w:pPr>
            <w:r w:rsidRPr="003A36E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2968" w:rsidRPr="003A36E5" w:rsidRDefault="00BA2968">
            <w:pPr>
              <w:spacing w:after="0"/>
              <w:ind w:left="135"/>
            </w:pPr>
          </w:p>
        </w:tc>
        <w:tc>
          <w:tcPr>
            <w:tcW w:w="16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8" w:rsidRPr="003A36E5" w:rsidRDefault="00BA2968"/>
        </w:tc>
        <w:tc>
          <w:tcPr>
            <w:tcW w:w="31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2968" w:rsidRPr="003A36E5" w:rsidRDefault="00BA2968"/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Текст и его план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BA2968" w:rsidRPr="005E5C20" w:rsidTr="005E5C20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4" w:type="dxa"/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86" w:type="dxa"/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Default="00BA29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Контрольный диктант по теме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"Предложения с обращениями"</w:t>
            </w:r>
          </w:p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рвный урок по разделу синтаксис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861248" w:rsidRDefault="00BA296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7309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E6E6E6"/>
                </w:rPr>
                <w:t>https</w:t>
              </w:r>
              <w:r w:rsidRPr="007309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E6E6E6"/>
                  <w:lang w:val="ru-RU"/>
                </w:rPr>
                <w:t>://</w:t>
              </w:r>
              <w:r w:rsidRPr="007309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E6E6E6"/>
                </w:rPr>
                <w:t>m</w:t>
              </w:r>
              <w:r w:rsidRPr="007309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E6E6E6"/>
                  <w:lang w:val="ru-RU"/>
                </w:rPr>
                <w:t>.</w:t>
              </w:r>
              <w:r w:rsidRPr="007309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E6E6E6"/>
                </w:rPr>
                <w:t>edsoo</w:t>
              </w:r>
              <w:r w:rsidRPr="007309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E6E6E6"/>
                  <w:lang w:val="ru-RU"/>
                </w:rPr>
                <w:t>.</w:t>
              </w:r>
              <w:r w:rsidRPr="007309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E6E6E6"/>
                </w:rPr>
                <w:t>ru</w:t>
              </w:r>
              <w:r w:rsidRPr="007309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E6E6E6"/>
                  <w:lang w:val="ru-RU"/>
                </w:rPr>
                <w:t>/</w:t>
              </w:r>
              <w:r w:rsidRPr="007309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E6E6E6"/>
                </w:rPr>
                <w:t>f</w:t>
              </w:r>
              <w:r w:rsidRPr="007309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E6E6E6"/>
                  <w:lang w:val="ru-RU"/>
                </w:rPr>
                <w:t>84453</w:t>
              </w:r>
              <w:r w:rsidRPr="007309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E6E6E6"/>
                </w:rPr>
                <w:t>f</w:t>
              </w:r>
              <w:r w:rsidRPr="007309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E6E6E6"/>
                  <w:lang w:val="ru-RU"/>
                </w:rPr>
                <w:t>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разбор слова по </w:t>
            </w:r>
          </w:p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</w:p>
          <w:p w:rsidR="00BA2968" w:rsidRPr="002B6D73" w:rsidRDefault="00BA29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3­-го склонения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  <w:p w:rsidR="00BA2968" w:rsidRPr="002B6D73" w:rsidRDefault="00BA296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2968" w:rsidRPr="002B6D73" w:rsidRDefault="00BA296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2968" w:rsidRPr="002B6D73" w:rsidRDefault="00BA296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2968" w:rsidRPr="002B6D73" w:rsidRDefault="00BA296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2968" w:rsidRPr="002B6D73" w:rsidRDefault="00BA296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2968" w:rsidRPr="002B6D73" w:rsidRDefault="00BA296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2968" w:rsidRPr="002B6D73" w:rsidRDefault="00BA296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A2968" w:rsidRPr="002B6D73" w:rsidRDefault="00BA296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2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2B6D73" w:rsidTr="002B6D73">
        <w:trPr>
          <w:trHeight w:val="366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 w:rsidP="002B6D73">
            <w:pPr>
              <w:spacing w:after="0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  <w:p w:rsidR="00BA2968" w:rsidRPr="002B6D73" w:rsidRDefault="00BA2968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A2968" w:rsidRPr="005E5C20" w:rsidTr="00295B0E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60"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B6D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BA2968" w:rsidRPr="002B6D73" w:rsidTr="00295B0E">
        <w:trPr>
          <w:trHeight w:val="144"/>
          <w:tblCellSpacing w:w="20" w:type="nil"/>
        </w:trPr>
        <w:tc>
          <w:tcPr>
            <w:tcW w:w="5129" w:type="dxa"/>
            <w:gridSpan w:val="2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6D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760" w:type="dxa"/>
            <w:gridSpan w:val="2"/>
            <w:tcMar>
              <w:top w:w="50" w:type="dxa"/>
              <w:left w:w="100" w:type="dxa"/>
            </w:tcMar>
            <w:vAlign w:val="center"/>
          </w:tcPr>
          <w:p w:rsidR="00BA2968" w:rsidRPr="002B6D73" w:rsidRDefault="00BA2968">
            <w:pPr>
              <w:rPr>
                <w:sz w:val="24"/>
                <w:szCs w:val="24"/>
              </w:rPr>
            </w:pPr>
          </w:p>
        </w:tc>
      </w:tr>
    </w:tbl>
    <w:p w:rsidR="00BA2968" w:rsidRPr="007837E4" w:rsidRDefault="00BA2968">
      <w:pPr>
        <w:rPr>
          <w:lang w:val="ru-RU"/>
        </w:rPr>
      </w:pPr>
      <w:bookmarkStart w:id="11" w:name="block-6227343"/>
      <w:bookmarkEnd w:id="11"/>
    </w:p>
    <w:p w:rsidR="00BA2968" w:rsidRPr="00295B0E" w:rsidRDefault="00BA2968">
      <w:pPr>
        <w:spacing w:after="0"/>
        <w:ind w:left="120"/>
        <w:rPr>
          <w:lang w:val="ru-RU"/>
        </w:rPr>
      </w:pPr>
      <w:bookmarkStart w:id="12" w:name="block-6227349"/>
      <w:bookmarkEnd w:id="12"/>
      <w:r w:rsidRPr="00295B0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A2968" w:rsidRPr="00295B0E" w:rsidRDefault="00BA2968">
      <w:pPr>
        <w:spacing w:after="0" w:line="480" w:lineRule="auto"/>
        <w:ind w:left="120"/>
        <w:rPr>
          <w:lang w:val="ru-RU"/>
        </w:rPr>
      </w:pPr>
      <w:r w:rsidRPr="00295B0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A2968" w:rsidRPr="00295B0E" w:rsidRDefault="00BA2968">
      <w:pPr>
        <w:spacing w:after="0" w:line="480" w:lineRule="auto"/>
        <w:ind w:left="120"/>
        <w:rPr>
          <w:lang w:val="ru-RU"/>
        </w:rPr>
      </w:pPr>
      <w:r w:rsidRPr="00295B0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A2968" w:rsidRPr="00295B0E" w:rsidRDefault="00BA2968">
      <w:pPr>
        <w:spacing w:after="0" w:line="480" w:lineRule="auto"/>
        <w:ind w:left="120"/>
        <w:rPr>
          <w:lang w:val="ru-RU"/>
        </w:rPr>
      </w:pPr>
      <w:r w:rsidRPr="00295B0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A2968" w:rsidRPr="00295B0E" w:rsidRDefault="00BA2968">
      <w:pPr>
        <w:spacing w:after="0"/>
        <w:ind w:left="120"/>
        <w:rPr>
          <w:lang w:val="ru-RU"/>
        </w:rPr>
      </w:pPr>
      <w:r w:rsidRPr="00295B0E">
        <w:rPr>
          <w:rFonts w:ascii="Times New Roman" w:hAnsi="Times New Roman"/>
          <w:color w:val="000000"/>
          <w:sz w:val="28"/>
          <w:lang w:val="ru-RU"/>
        </w:rPr>
        <w:t>​</w:t>
      </w:r>
    </w:p>
    <w:p w:rsidR="00BA2968" w:rsidRPr="00295B0E" w:rsidRDefault="00BA2968">
      <w:pPr>
        <w:spacing w:after="0" w:line="480" w:lineRule="auto"/>
        <w:ind w:left="120"/>
        <w:rPr>
          <w:lang w:val="ru-RU"/>
        </w:rPr>
      </w:pPr>
      <w:r w:rsidRPr="00295B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A2968" w:rsidRPr="00295B0E" w:rsidRDefault="00BA2968">
      <w:pPr>
        <w:spacing w:after="0" w:line="480" w:lineRule="auto"/>
        <w:ind w:left="120"/>
        <w:rPr>
          <w:lang w:val="ru-RU"/>
        </w:rPr>
      </w:pPr>
      <w:r w:rsidRPr="00295B0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A2968" w:rsidRPr="00295B0E" w:rsidRDefault="00BA2968">
      <w:pPr>
        <w:spacing w:after="0"/>
        <w:ind w:left="120"/>
        <w:rPr>
          <w:lang w:val="ru-RU"/>
        </w:rPr>
      </w:pPr>
    </w:p>
    <w:p w:rsidR="00BA2968" w:rsidRPr="00D403E9" w:rsidRDefault="00BA2968">
      <w:pPr>
        <w:spacing w:after="0" w:line="480" w:lineRule="auto"/>
        <w:ind w:left="120"/>
        <w:rPr>
          <w:lang w:val="ru-RU"/>
        </w:rPr>
      </w:pPr>
      <w:r w:rsidRPr="00D403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A2968" w:rsidRDefault="00BA29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A2968" w:rsidRDefault="00BA2968">
      <w:pPr>
        <w:sectPr w:rsidR="00BA2968" w:rsidSect="00370C6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BA2968" w:rsidRDefault="00BA2968"/>
    <w:sectPr w:rsidR="00BA2968" w:rsidSect="00B540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ADCDD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452FD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A44D0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8636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E0E20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B0802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5827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B1E9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9F07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8681A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C94EA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0E58795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7B07D4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13A695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CC249C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B7E132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DA817D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4081DC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9CC577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E4F70C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78D04B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9C35D0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3B727B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41F47F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707E56E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7DB9653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136BC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F34412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3"/>
  </w:num>
  <w:num w:numId="2">
    <w:abstractNumId w:val="22"/>
  </w:num>
  <w:num w:numId="3">
    <w:abstractNumId w:val="19"/>
  </w:num>
  <w:num w:numId="4">
    <w:abstractNumId w:val="27"/>
  </w:num>
  <w:num w:numId="5">
    <w:abstractNumId w:val="11"/>
  </w:num>
  <w:num w:numId="6">
    <w:abstractNumId w:val="14"/>
  </w:num>
  <w:num w:numId="7">
    <w:abstractNumId w:val="25"/>
  </w:num>
  <w:num w:numId="8">
    <w:abstractNumId w:val="12"/>
  </w:num>
  <w:num w:numId="9">
    <w:abstractNumId w:val="15"/>
  </w:num>
  <w:num w:numId="10">
    <w:abstractNumId w:val="23"/>
  </w:num>
  <w:num w:numId="11">
    <w:abstractNumId w:val="17"/>
  </w:num>
  <w:num w:numId="12">
    <w:abstractNumId w:val="21"/>
  </w:num>
  <w:num w:numId="13">
    <w:abstractNumId w:val="18"/>
  </w:num>
  <w:num w:numId="14">
    <w:abstractNumId w:val="20"/>
  </w:num>
  <w:num w:numId="15">
    <w:abstractNumId w:val="24"/>
  </w:num>
  <w:num w:numId="16">
    <w:abstractNumId w:val="16"/>
  </w:num>
  <w:num w:numId="17">
    <w:abstractNumId w:val="26"/>
  </w:num>
  <w:num w:numId="18">
    <w:abstractNumId w:val="1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012"/>
    <w:rsid w:val="000A2FC8"/>
    <w:rsid w:val="000D4161"/>
    <w:rsid w:val="000E6D86"/>
    <w:rsid w:val="001966AA"/>
    <w:rsid w:val="001A1F34"/>
    <w:rsid w:val="00281352"/>
    <w:rsid w:val="00295B0E"/>
    <w:rsid w:val="002B6D73"/>
    <w:rsid w:val="00344265"/>
    <w:rsid w:val="00356C8F"/>
    <w:rsid w:val="00370C61"/>
    <w:rsid w:val="003A36E5"/>
    <w:rsid w:val="003E0412"/>
    <w:rsid w:val="0047159F"/>
    <w:rsid w:val="004C2C70"/>
    <w:rsid w:val="004E67B3"/>
    <w:rsid w:val="005E5C20"/>
    <w:rsid w:val="00641DEA"/>
    <w:rsid w:val="00661E99"/>
    <w:rsid w:val="0073095A"/>
    <w:rsid w:val="007827AD"/>
    <w:rsid w:val="007837E4"/>
    <w:rsid w:val="007D73F2"/>
    <w:rsid w:val="007D7E15"/>
    <w:rsid w:val="007F67AA"/>
    <w:rsid w:val="008610C7"/>
    <w:rsid w:val="00861248"/>
    <w:rsid w:val="0086502D"/>
    <w:rsid w:val="008944ED"/>
    <w:rsid w:val="008E1EF5"/>
    <w:rsid w:val="008F7158"/>
    <w:rsid w:val="00B54012"/>
    <w:rsid w:val="00BA2968"/>
    <w:rsid w:val="00C53FFE"/>
    <w:rsid w:val="00CF3C0D"/>
    <w:rsid w:val="00D35003"/>
    <w:rsid w:val="00D403E9"/>
    <w:rsid w:val="00E2220E"/>
    <w:rsid w:val="00E9175A"/>
    <w:rsid w:val="00EC5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FC8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2FC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A2FC8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A2FC8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A2FC8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2FC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A2FC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2FC8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A2FC8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0A2F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A2FC8"/>
    <w:rPr>
      <w:rFonts w:cs="Times New Roman"/>
    </w:rPr>
  </w:style>
  <w:style w:type="paragraph" w:styleId="NormalIndent">
    <w:name w:val="Normal Indent"/>
    <w:basedOn w:val="Normal"/>
    <w:uiPriority w:val="99"/>
    <w:rsid w:val="000A2FC8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0A2FC8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A2FC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0A2FC8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0A2FC8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0A2FC8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B54012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5401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0A2FC8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47" Type="http://schemas.openxmlformats.org/officeDocument/2006/relationships/hyperlink" Target="https://m.edsoo.ru/f84448dc" TargetMode="External"/><Relationship Id="rId63" Type="http://schemas.openxmlformats.org/officeDocument/2006/relationships/hyperlink" Target="https://m.edsoo.ru/f84378da" TargetMode="External"/><Relationship Id="rId68" Type="http://schemas.openxmlformats.org/officeDocument/2006/relationships/hyperlink" Target="https://m.edsoo.ru/f8439a86" TargetMode="External"/><Relationship Id="rId84" Type="http://schemas.openxmlformats.org/officeDocument/2006/relationships/hyperlink" Target="https://m.edsoo.ru/f843aabc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38" Type="http://schemas.openxmlformats.org/officeDocument/2006/relationships/hyperlink" Target="https://m.edsoo.ru/f84400ac" TargetMode="External"/><Relationship Id="rId154" Type="http://schemas.openxmlformats.org/officeDocument/2006/relationships/hyperlink" Target="https://m.edsoo.ru/fa251956" TargetMode="External"/><Relationship Id="rId159" Type="http://schemas.openxmlformats.org/officeDocument/2006/relationships/hyperlink" Target="https://m.edsoo.ru/fa251adc" TargetMode="External"/><Relationship Id="rId16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91a8" TargetMode="External"/><Relationship Id="rId58" Type="http://schemas.openxmlformats.org/officeDocument/2006/relationships/hyperlink" Target="https://m.edsoo.ru/f843698a" TargetMode="External"/><Relationship Id="rId74" Type="http://schemas.openxmlformats.org/officeDocument/2006/relationships/hyperlink" Target="https://m.edsoo.ru/f843a800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3afda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27" Type="http://schemas.openxmlformats.org/officeDocument/2006/relationships/hyperlink" Target="https://m.edsoo.ru/f8435c42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ada" TargetMode="External"/><Relationship Id="rId64" Type="http://schemas.openxmlformats.org/officeDocument/2006/relationships/hyperlink" Target="https://m.edsoo.ru/f84383c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18" Type="http://schemas.openxmlformats.org/officeDocument/2006/relationships/hyperlink" Target="https://m.edsoo.ru/f8441d08" TargetMode="External"/><Relationship Id="rId134" Type="http://schemas.openxmlformats.org/officeDocument/2006/relationships/hyperlink" Target="https://m.edsoo.ru/f8440a2a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95e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55" Type="http://schemas.openxmlformats.org/officeDocument/2006/relationships/hyperlink" Target="https://m.edsoo.ru/f8442a6e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54" Type="http://schemas.openxmlformats.org/officeDocument/2006/relationships/hyperlink" Target="https://m.edsoo.ru/f843876c" TargetMode="External"/><Relationship Id="rId62" Type="http://schemas.openxmlformats.org/officeDocument/2006/relationships/hyperlink" Target="https://m.edsoo.ru/f8445a70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53" Type="http://schemas.openxmlformats.org/officeDocument/2006/relationships/hyperlink" Target="https://m.edsoo.ru/fa251c12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34f36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bfc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44" Type="http://schemas.openxmlformats.org/officeDocument/2006/relationships/hyperlink" Target="https://m.edsoo.ru/f844436e" TargetMode="External"/><Relationship Id="rId52" Type="http://schemas.openxmlformats.org/officeDocument/2006/relationships/hyperlink" Target="https://m.edsoo.ru/f84456e2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34</Pages>
  <Words>8060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subject/>
  <dc:creator/>
  <cp:keywords/>
  <dc:description/>
  <cp:lastModifiedBy>acer</cp:lastModifiedBy>
  <cp:revision>9</cp:revision>
  <cp:lastPrinted>2023-09-16T08:13:00Z</cp:lastPrinted>
  <dcterms:created xsi:type="dcterms:W3CDTF">2023-08-24T17:23:00Z</dcterms:created>
  <dcterms:modified xsi:type="dcterms:W3CDTF">2023-09-22T18:12:00Z</dcterms:modified>
</cp:coreProperties>
</file>